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2A" w:rsidRDefault="0066151C" w:rsidP="0066151C">
      <w:pPr>
        <w:tabs>
          <w:tab w:val="center" w:pos="6979"/>
        </w:tabs>
        <w:spacing w:before="100" w:beforeAutospacing="1" w:after="120" w:line="520" w:lineRule="exact"/>
        <w:rPr>
          <w:rFonts w:ascii="宋体" w:hAnsi="宋体"/>
          <w:b/>
          <w:bCs/>
          <w:sz w:val="36"/>
          <w:szCs w:val="36"/>
        </w:rPr>
      </w:pPr>
      <w:r w:rsidRPr="0066151C">
        <w:rPr>
          <w:rFonts w:ascii="宋体" w:hAnsi="宋体" w:hint="eastAsia"/>
          <w:bCs/>
          <w:sz w:val="30"/>
          <w:szCs w:val="30"/>
        </w:rPr>
        <w:t>附件2</w:t>
      </w:r>
      <w:r>
        <w:rPr>
          <w:rFonts w:ascii="宋体" w:hAnsi="宋体"/>
          <w:b/>
          <w:bCs/>
          <w:sz w:val="36"/>
          <w:szCs w:val="36"/>
        </w:rPr>
        <w:tab/>
      </w:r>
    </w:p>
    <w:p w:rsidR="00E81D16" w:rsidRPr="004D182A" w:rsidRDefault="00E95CE2" w:rsidP="004D182A">
      <w:pPr>
        <w:tabs>
          <w:tab w:val="center" w:pos="6979"/>
        </w:tabs>
        <w:spacing w:before="100" w:beforeAutospacing="1" w:after="120" w:line="520" w:lineRule="exact"/>
        <w:ind w:firstLineChars="806" w:firstLine="2902"/>
        <w:rPr>
          <w:rFonts w:ascii="方正小标宋简体" w:eastAsia="方正小标宋简体" w:hAnsi="宋体"/>
          <w:bCs/>
          <w:sz w:val="36"/>
          <w:szCs w:val="36"/>
        </w:rPr>
      </w:pPr>
      <w:r w:rsidRPr="004D182A">
        <w:rPr>
          <w:rFonts w:ascii="方正小标宋简体" w:eastAsia="方正小标宋简体" w:hAnsi="宋体" w:hint="eastAsia"/>
          <w:bCs/>
          <w:sz w:val="36"/>
          <w:szCs w:val="36"/>
        </w:rPr>
        <w:t>第五届全国科技馆辅导员大赛西部赛区预赛</w:t>
      </w:r>
      <w:r w:rsidR="0066151C" w:rsidRPr="004D182A">
        <w:rPr>
          <w:rFonts w:ascii="方正小标宋简体" w:eastAsia="方正小标宋简体" w:hAnsi="宋体" w:hint="eastAsia"/>
          <w:bCs/>
          <w:sz w:val="36"/>
          <w:szCs w:val="36"/>
        </w:rPr>
        <w:t>报名</w:t>
      </w:r>
      <w:r w:rsidRPr="004D182A">
        <w:rPr>
          <w:rFonts w:ascii="方正小标宋简体" w:eastAsia="方正小标宋简体" w:hAnsi="宋体" w:hint="eastAsia"/>
          <w:bCs/>
          <w:sz w:val="36"/>
          <w:szCs w:val="36"/>
        </w:rPr>
        <w:t>表</w:t>
      </w:r>
    </w:p>
    <w:p w:rsidR="00E81D16" w:rsidRDefault="00E81D16" w:rsidP="004D182A">
      <w:pPr>
        <w:spacing w:line="520" w:lineRule="exact"/>
        <w:jc w:val="center"/>
        <w:rPr>
          <w:rFonts w:ascii="宋体" w:hAnsi="宋体"/>
          <w:b/>
          <w:bCs/>
          <w:sz w:val="36"/>
          <w:szCs w:val="36"/>
        </w:rPr>
      </w:pPr>
    </w:p>
    <w:tbl>
      <w:tblPr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3"/>
        <w:gridCol w:w="1558"/>
        <w:gridCol w:w="1984"/>
        <w:gridCol w:w="1559"/>
        <w:gridCol w:w="1276"/>
        <w:gridCol w:w="851"/>
        <w:gridCol w:w="1636"/>
        <w:gridCol w:w="1631"/>
        <w:gridCol w:w="1694"/>
      </w:tblGrid>
      <w:tr w:rsidR="00E81D16" w:rsidRPr="008D665A" w:rsidTr="00D33F2F">
        <w:trPr>
          <w:trHeight w:val="613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参赛单位</w:t>
            </w:r>
          </w:p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（请加盖公章）</w:t>
            </w:r>
          </w:p>
        </w:tc>
        <w:tc>
          <w:tcPr>
            <w:tcW w:w="35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 w:rsidP="00017F1E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参赛项目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参赛联系人信息</w:t>
            </w:r>
          </w:p>
        </w:tc>
      </w:tr>
      <w:tr w:rsidR="00E81D16" w:rsidRPr="008D665A" w:rsidTr="00D33F2F">
        <w:trPr>
          <w:trHeight w:val="555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81D16">
            <w:pPr>
              <w:widowControl/>
              <w:jc w:val="left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81D16">
            <w:pPr>
              <w:widowControl/>
              <w:jc w:val="left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参赛题目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邮箱</w:t>
            </w:r>
          </w:p>
        </w:tc>
      </w:tr>
      <w:tr w:rsidR="00E81D16" w:rsidRPr="008D665A" w:rsidTr="00D33F2F">
        <w:trPr>
          <w:trHeight w:val="654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354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sz w:val="28"/>
                <w:szCs w:val="28"/>
              </w:rPr>
              <w:t>展品辅导赛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</w:tr>
      <w:tr w:rsidR="00E81D16" w:rsidRPr="008D665A" w:rsidTr="00D33F2F">
        <w:trPr>
          <w:trHeight w:val="676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widowControl/>
              <w:jc w:val="left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35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81D16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</w:tr>
      <w:tr w:rsidR="00E81D16" w:rsidRPr="008D665A" w:rsidTr="00D33F2F">
        <w:trPr>
          <w:trHeight w:val="676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widowControl/>
              <w:jc w:val="left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35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81D16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</w:tr>
      <w:tr w:rsidR="00E81D16" w:rsidRPr="008D665A" w:rsidTr="00D33F2F">
        <w:trPr>
          <w:trHeight w:val="726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widowControl/>
              <w:jc w:val="left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F2F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科学</w:t>
            </w:r>
          </w:p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表演赛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科学实验</w:t>
            </w:r>
          </w:p>
          <w:p w:rsidR="00672FE4" w:rsidRPr="00B55863" w:rsidRDefault="00672FE4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（  人）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</w:tr>
      <w:tr w:rsidR="00E81D16" w:rsidRPr="008D665A" w:rsidTr="00D33F2F">
        <w:trPr>
          <w:trHeight w:val="772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widowControl/>
              <w:jc w:val="left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81D16">
            <w:pPr>
              <w:widowControl/>
              <w:jc w:val="left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Pr="00B55863" w:rsidRDefault="00E95CE2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  <w:t>其他科学表演</w:t>
            </w:r>
          </w:p>
          <w:p w:rsidR="00672FE4" w:rsidRPr="00B55863" w:rsidRDefault="00672FE4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B55863">
              <w:rPr>
                <w:rFonts w:ascii="仿宋" w:eastAsia="仿宋" w:hAnsi="仿宋" w:hint="eastAsia"/>
                <w:b/>
                <w:bCs/>
                <w:color w:val="000000"/>
                <w:sz w:val="28"/>
                <w:szCs w:val="28"/>
              </w:rPr>
              <w:t>（  人）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D16" w:rsidRDefault="00E81D16">
            <w:pPr>
              <w:spacing w:line="520" w:lineRule="exact"/>
              <w:jc w:val="center"/>
              <w:rPr>
                <w:rFonts w:ascii="仿宋_GB2312" w:hAnsi="仿宋_GB2312"/>
                <w:color w:val="000000"/>
                <w:sz w:val="28"/>
                <w:szCs w:val="28"/>
              </w:rPr>
            </w:pPr>
          </w:p>
        </w:tc>
      </w:tr>
    </w:tbl>
    <w:p w:rsidR="00E81D16" w:rsidRDefault="00E95CE2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</w:t>
      </w:r>
      <w:r w:rsidR="00672FE4">
        <w:rPr>
          <w:rFonts w:ascii="Times New Roman" w:hAnsi="Times New Roman" w:hint="eastAsia"/>
          <w:szCs w:val="21"/>
        </w:rPr>
        <w:t>观摩人员：</w:t>
      </w:r>
      <w:r w:rsidR="00672FE4">
        <w:rPr>
          <w:rFonts w:ascii="Times New Roman" w:hAnsi="Times New Roman" w:hint="eastAsia"/>
          <w:szCs w:val="21"/>
        </w:rPr>
        <w:t xml:space="preserve">     </w:t>
      </w:r>
      <w:r w:rsidR="00672FE4">
        <w:rPr>
          <w:rFonts w:ascii="Times New Roman" w:hAnsi="Times New Roman" w:hint="eastAsia"/>
          <w:szCs w:val="21"/>
        </w:rPr>
        <w:t>人</w:t>
      </w:r>
    </w:p>
    <w:p w:rsidR="00E81D16" w:rsidRPr="00672FE4" w:rsidRDefault="00E95CE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注：科学表演赛填写领队或负责人信息即可。</w:t>
      </w:r>
      <w:bookmarkStart w:id="0" w:name="_GoBack"/>
      <w:bookmarkEnd w:id="0"/>
    </w:p>
    <w:sectPr w:rsidR="00E81D16" w:rsidRPr="00672F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D5" w:rsidRDefault="00F26AD5" w:rsidP="0066151C">
      <w:r>
        <w:separator/>
      </w:r>
    </w:p>
  </w:endnote>
  <w:endnote w:type="continuationSeparator" w:id="0">
    <w:p w:rsidR="00F26AD5" w:rsidRDefault="00F26AD5" w:rsidP="0066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D5" w:rsidRDefault="00F26AD5" w:rsidP="0066151C">
      <w:r>
        <w:separator/>
      </w:r>
    </w:p>
  </w:footnote>
  <w:footnote w:type="continuationSeparator" w:id="0">
    <w:p w:rsidR="00F26AD5" w:rsidRDefault="00F26AD5" w:rsidP="00661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2A"/>
    <w:rsid w:val="00017F1E"/>
    <w:rsid w:val="002D5D77"/>
    <w:rsid w:val="003C05D1"/>
    <w:rsid w:val="004B452C"/>
    <w:rsid w:val="004D182A"/>
    <w:rsid w:val="0066151C"/>
    <w:rsid w:val="00672FE4"/>
    <w:rsid w:val="00836252"/>
    <w:rsid w:val="008D665A"/>
    <w:rsid w:val="00B55863"/>
    <w:rsid w:val="00C1651C"/>
    <w:rsid w:val="00CE12F4"/>
    <w:rsid w:val="00D33F2F"/>
    <w:rsid w:val="00E81D16"/>
    <w:rsid w:val="00E95CE2"/>
    <w:rsid w:val="00F26AD5"/>
    <w:rsid w:val="00FB69F6"/>
    <w:rsid w:val="0F36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66151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5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66151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5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66151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5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66151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8468;&#20214;2.&#31532;&#20116;&#23626;&#20840;&#22269;&#31185;&#25216;&#39302;&#36741;&#23548;&#21592;&#22823;&#36187;&#35199;&#37096;&#36187;&#21306;&#39044;&#36187;&#25253;&#21517;&#34920;(1)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附件2.第五届全国科技馆辅导员大赛西部赛区预赛报名表(1).dot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2017-02-28T05:13:00Z</cp:lastPrinted>
  <dcterms:created xsi:type="dcterms:W3CDTF">2017-03-03T03:34:00Z</dcterms:created>
  <dcterms:modified xsi:type="dcterms:W3CDTF">2017-03-03T07:05:00Z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